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1C750" w14:textId="77777777" w:rsidR="00653041" w:rsidRPr="00BE7CBE" w:rsidRDefault="00BB6C3A" w:rsidP="00BE7CBE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pict w14:anchorId="4EBE64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4.25pt" fillcolor="window">
            <v:imagedata r:id="rId5" o:title="gerb"/>
          </v:shape>
        </w:pict>
      </w:r>
    </w:p>
    <w:p w14:paraId="6AD8201A" w14:textId="2568D3F5" w:rsidR="00653041" w:rsidRPr="00BE7CBE" w:rsidRDefault="004F40C9" w:rsidP="00BE7CBE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</w:t>
      </w:r>
      <w:r w:rsidR="00653041" w:rsidRPr="00BE7CBE">
        <w:rPr>
          <w:rFonts w:ascii="Liberation Serif" w:hAnsi="Liberation Serif"/>
          <w:b/>
          <w:sz w:val="28"/>
          <w:szCs w:val="28"/>
        </w:rPr>
        <w:t>ГЛАВА ГОРОДСКОГО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="00653041" w:rsidRPr="00BE7CBE">
        <w:rPr>
          <w:rFonts w:ascii="Liberation Serif" w:hAnsi="Liberation Serif"/>
          <w:b/>
          <w:sz w:val="28"/>
          <w:szCs w:val="28"/>
        </w:rPr>
        <w:t>ОКРУГА КРАСНОУФИМСК</w:t>
      </w:r>
    </w:p>
    <w:p w14:paraId="00546FB3" w14:textId="77777777" w:rsidR="00653041" w:rsidRPr="00BE7CBE" w:rsidRDefault="00653041" w:rsidP="00BE7CBE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424DC905" w14:textId="77777777" w:rsidR="00653041" w:rsidRPr="00BE7CBE" w:rsidRDefault="00653041" w:rsidP="00BE7CBE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3D2597FD" w14:textId="77777777" w:rsidR="00653041" w:rsidRPr="00BE7CBE" w:rsidRDefault="00051511" w:rsidP="00BE7CBE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BE7CBE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71853DAE" w14:textId="459BFCD9" w:rsidR="00653041" w:rsidRPr="009A7F1E" w:rsidRDefault="00BB6C3A" w:rsidP="00BE7CBE">
      <w:pPr>
        <w:spacing w:before="12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03.12.2025</w:t>
      </w:r>
      <w:r w:rsidR="003E4557" w:rsidRPr="009A7F1E">
        <w:rPr>
          <w:rFonts w:ascii="Liberation Serif" w:hAnsi="Liberation Serif"/>
          <w:sz w:val="28"/>
          <w:szCs w:val="28"/>
        </w:rPr>
        <w:t xml:space="preserve"> </w:t>
      </w:r>
      <w:r w:rsidR="00C46DFD" w:rsidRPr="009A7F1E">
        <w:rPr>
          <w:rFonts w:ascii="Liberation Serif" w:hAnsi="Liberation Serif"/>
          <w:sz w:val="28"/>
          <w:szCs w:val="28"/>
        </w:rPr>
        <w:t xml:space="preserve"> г.</w:t>
      </w:r>
      <w:r w:rsidR="004F40C9" w:rsidRPr="009A7F1E">
        <w:rPr>
          <w:rFonts w:ascii="Liberation Serif" w:hAnsi="Liberation Serif"/>
          <w:sz w:val="28"/>
          <w:szCs w:val="28"/>
        </w:rPr>
        <w:t xml:space="preserve">      </w:t>
      </w:r>
      <w:r w:rsidR="00F45066" w:rsidRPr="009A7F1E">
        <w:rPr>
          <w:rFonts w:ascii="Liberation Serif" w:hAnsi="Liberation Serif"/>
          <w:sz w:val="28"/>
          <w:szCs w:val="28"/>
        </w:rPr>
        <w:t xml:space="preserve"> </w:t>
      </w:r>
      <w:r w:rsidR="00F45066" w:rsidRPr="009A7F1E">
        <w:rPr>
          <w:rFonts w:ascii="Liberation Serif" w:hAnsi="Liberation Serif"/>
          <w:sz w:val="28"/>
          <w:szCs w:val="28"/>
        </w:rPr>
        <w:tab/>
      </w:r>
      <w:r w:rsidR="00437283" w:rsidRPr="009A7F1E">
        <w:rPr>
          <w:rFonts w:ascii="Liberation Serif" w:hAnsi="Liberation Serif"/>
          <w:sz w:val="28"/>
          <w:szCs w:val="28"/>
        </w:rPr>
        <w:tab/>
      </w:r>
      <w:r w:rsidR="00437283" w:rsidRPr="009A7F1E">
        <w:rPr>
          <w:rFonts w:ascii="Liberation Serif" w:hAnsi="Liberation Serif"/>
          <w:sz w:val="28"/>
          <w:szCs w:val="28"/>
        </w:rPr>
        <w:tab/>
      </w:r>
      <w:r w:rsidR="00437283" w:rsidRPr="009A7F1E">
        <w:rPr>
          <w:rFonts w:ascii="Liberation Serif" w:hAnsi="Liberation Serif"/>
          <w:sz w:val="28"/>
          <w:szCs w:val="28"/>
        </w:rPr>
        <w:tab/>
      </w:r>
      <w:r w:rsidR="00437283" w:rsidRPr="009A7F1E">
        <w:rPr>
          <w:rFonts w:ascii="Liberation Serif" w:hAnsi="Liberation Serif"/>
          <w:sz w:val="28"/>
          <w:szCs w:val="28"/>
        </w:rPr>
        <w:tab/>
      </w:r>
      <w:r w:rsidR="00437283" w:rsidRPr="009A7F1E">
        <w:rPr>
          <w:rFonts w:ascii="Liberation Serif" w:hAnsi="Liberation Serif"/>
          <w:sz w:val="28"/>
          <w:szCs w:val="28"/>
        </w:rPr>
        <w:tab/>
      </w:r>
      <w:r w:rsidR="00437283" w:rsidRPr="009A7F1E">
        <w:rPr>
          <w:rFonts w:ascii="Liberation Serif" w:hAnsi="Liberation Serif"/>
          <w:sz w:val="28"/>
          <w:szCs w:val="28"/>
        </w:rPr>
        <w:tab/>
      </w:r>
      <w:r w:rsidR="00F45066" w:rsidRPr="009A7F1E">
        <w:rPr>
          <w:rFonts w:ascii="Liberation Serif" w:hAnsi="Liberation Serif"/>
          <w:sz w:val="28"/>
          <w:szCs w:val="28"/>
        </w:rPr>
        <w:tab/>
      </w:r>
      <w:r w:rsidR="004F40C9" w:rsidRPr="009A7F1E">
        <w:rPr>
          <w:rFonts w:ascii="Liberation Serif" w:hAnsi="Liberation Serif"/>
          <w:sz w:val="28"/>
          <w:szCs w:val="28"/>
        </w:rPr>
        <w:t xml:space="preserve">    </w:t>
      </w:r>
      <w:r w:rsidR="00E3310F" w:rsidRPr="009A7F1E">
        <w:rPr>
          <w:rFonts w:ascii="Liberation Serif" w:hAnsi="Liberation Serif"/>
          <w:sz w:val="28"/>
          <w:szCs w:val="28"/>
        </w:rPr>
        <w:t xml:space="preserve"> №</w:t>
      </w:r>
      <w:r>
        <w:rPr>
          <w:rFonts w:ascii="Liberation Serif" w:hAnsi="Liberation Serif"/>
          <w:sz w:val="28"/>
          <w:szCs w:val="28"/>
        </w:rPr>
        <w:t>1133</w:t>
      </w:r>
    </w:p>
    <w:p w14:paraId="1F9C1DD8" w14:textId="5D0D9C13" w:rsidR="00653041" w:rsidRPr="00BE7CBE" w:rsidRDefault="00653041" w:rsidP="00BE7CBE">
      <w:pPr>
        <w:jc w:val="center"/>
        <w:rPr>
          <w:rFonts w:ascii="Liberation Serif" w:hAnsi="Liberation Serif"/>
          <w:sz w:val="28"/>
          <w:szCs w:val="28"/>
        </w:rPr>
      </w:pPr>
      <w:r w:rsidRPr="00BE7CBE">
        <w:rPr>
          <w:rFonts w:ascii="Liberation Serif" w:hAnsi="Liberation Serif"/>
          <w:sz w:val="28"/>
          <w:szCs w:val="28"/>
        </w:rPr>
        <w:t>г.</w:t>
      </w:r>
      <w:r w:rsidR="00387492" w:rsidRPr="00F266E4">
        <w:rPr>
          <w:rFonts w:ascii="Liberation Serif" w:hAnsi="Liberation Serif"/>
          <w:sz w:val="28"/>
          <w:szCs w:val="28"/>
        </w:rPr>
        <w:t xml:space="preserve"> </w:t>
      </w:r>
      <w:r w:rsidRPr="00BE7CBE">
        <w:rPr>
          <w:rFonts w:ascii="Liberation Serif" w:hAnsi="Liberation Serif"/>
          <w:sz w:val="28"/>
          <w:szCs w:val="28"/>
        </w:rPr>
        <w:t>Красноуфимск</w:t>
      </w:r>
    </w:p>
    <w:p w14:paraId="4331B505" w14:textId="77777777" w:rsidR="00220821" w:rsidRPr="00BE7CBE" w:rsidRDefault="00220821" w:rsidP="00BE7CBE">
      <w:pPr>
        <w:tabs>
          <w:tab w:val="left" w:pos="4005"/>
        </w:tabs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6E4D9ADF" w14:textId="4A37F418" w:rsidR="004211E7" w:rsidRDefault="00E3310F" w:rsidP="00BE7CBE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BE7CBE">
        <w:rPr>
          <w:rFonts w:ascii="Liberation Serif" w:hAnsi="Liberation Serif"/>
          <w:b/>
          <w:i/>
          <w:sz w:val="28"/>
          <w:szCs w:val="28"/>
        </w:rPr>
        <w:t>О</w:t>
      </w:r>
      <w:r w:rsidR="004211E7">
        <w:rPr>
          <w:rFonts w:ascii="Liberation Serif" w:hAnsi="Liberation Serif"/>
          <w:b/>
          <w:i/>
          <w:sz w:val="28"/>
          <w:szCs w:val="28"/>
        </w:rPr>
        <w:t xml:space="preserve">б утверждении </w:t>
      </w:r>
      <w:r w:rsidR="00E165BD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14:paraId="64FA5A94" w14:textId="6032210A" w:rsidR="005614D8" w:rsidRPr="00BE7CBE" w:rsidRDefault="00743BA4" w:rsidP="00BE7CBE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Переч</w:t>
      </w:r>
      <w:r w:rsidR="004211E7">
        <w:rPr>
          <w:rFonts w:ascii="Liberation Serif" w:hAnsi="Liberation Serif"/>
          <w:b/>
          <w:i/>
          <w:sz w:val="28"/>
          <w:szCs w:val="28"/>
        </w:rPr>
        <w:t>ня</w:t>
      </w:r>
      <w:r>
        <w:rPr>
          <w:rFonts w:ascii="Liberation Serif" w:hAnsi="Liberation Serif"/>
          <w:b/>
          <w:i/>
          <w:sz w:val="28"/>
          <w:szCs w:val="28"/>
        </w:rPr>
        <w:t xml:space="preserve"> автомобильных</w:t>
      </w:r>
      <w:r w:rsidR="004F40C9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дорог</w:t>
      </w:r>
      <w:r w:rsidR="004F40C9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общего пользования</w:t>
      </w:r>
      <w:r w:rsidR="004F40C9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местного значения</w:t>
      </w:r>
      <w:r w:rsidR="004F40C9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на</w:t>
      </w:r>
      <w:r w:rsidR="004F40C9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территории</w:t>
      </w:r>
      <w:r w:rsidR="004F40C9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E3310F" w:rsidRPr="00BE7CBE">
        <w:rPr>
          <w:rFonts w:ascii="Liberation Serif" w:hAnsi="Liberation Serif"/>
          <w:b/>
          <w:i/>
          <w:sz w:val="28"/>
          <w:szCs w:val="28"/>
        </w:rPr>
        <w:t>городского округа Красноуфимск</w:t>
      </w:r>
    </w:p>
    <w:p w14:paraId="7371D0D4" w14:textId="77777777" w:rsidR="005614D8" w:rsidRPr="00BE7CBE" w:rsidRDefault="005614D8" w:rsidP="00BE7CBE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706558E3" w14:textId="5781CB20" w:rsidR="005614D8" w:rsidRPr="00D60175" w:rsidRDefault="005614D8" w:rsidP="00D60175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D60175">
        <w:rPr>
          <w:rFonts w:ascii="Liberation Serif" w:hAnsi="Liberation Serif"/>
          <w:sz w:val="28"/>
          <w:szCs w:val="28"/>
        </w:rPr>
        <w:t xml:space="preserve">В </w:t>
      </w:r>
      <w:r w:rsidR="00C37E0C" w:rsidRPr="00D60175">
        <w:rPr>
          <w:rFonts w:ascii="Liberation Serif" w:hAnsi="Liberation Serif"/>
          <w:sz w:val="28"/>
          <w:szCs w:val="28"/>
        </w:rPr>
        <w:t xml:space="preserve">целях </w:t>
      </w:r>
      <w:r w:rsidR="004211E7">
        <w:rPr>
          <w:rFonts w:ascii="Liberation Serif" w:hAnsi="Liberation Serif"/>
          <w:sz w:val="28"/>
          <w:szCs w:val="28"/>
        </w:rPr>
        <w:t xml:space="preserve">приведения в соответствие </w:t>
      </w:r>
      <w:r w:rsidR="00743BA4" w:rsidRPr="00D60175">
        <w:rPr>
          <w:rFonts w:ascii="Liberation Serif" w:hAnsi="Liberation Serif"/>
          <w:sz w:val="28"/>
          <w:szCs w:val="28"/>
        </w:rPr>
        <w:t xml:space="preserve">перечня автомобильных дорог </w:t>
      </w:r>
      <w:r w:rsidR="00A11118" w:rsidRPr="00D60175">
        <w:rPr>
          <w:rFonts w:ascii="Liberation Serif" w:hAnsi="Liberation Serif"/>
          <w:sz w:val="28"/>
          <w:szCs w:val="28"/>
        </w:rPr>
        <w:t>общего пользования местного значения</w:t>
      </w:r>
      <w:r w:rsidR="00743BA4" w:rsidRPr="00D60175">
        <w:rPr>
          <w:rFonts w:ascii="Liberation Serif" w:hAnsi="Liberation Serif"/>
          <w:sz w:val="28"/>
          <w:szCs w:val="28"/>
        </w:rPr>
        <w:t xml:space="preserve"> на территории</w:t>
      </w:r>
      <w:r w:rsidR="00A11118" w:rsidRPr="00D60175">
        <w:rPr>
          <w:rFonts w:ascii="Liberation Serif" w:hAnsi="Liberation Serif"/>
          <w:sz w:val="28"/>
          <w:szCs w:val="28"/>
        </w:rPr>
        <w:t xml:space="preserve"> </w:t>
      </w:r>
      <w:r w:rsidR="00C37E0C" w:rsidRPr="00D60175">
        <w:rPr>
          <w:rFonts w:ascii="Liberation Serif" w:hAnsi="Liberation Serif"/>
          <w:sz w:val="28"/>
          <w:szCs w:val="28"/>
        </w:rPr>
        <w:t>городского округа Красноуфимск</w:t>
      </w:r>
      <w:r w:rsidR="00743BA4" w:rsidRPr="00D60175">
        <w:rPr>
          <w:rFonts w:ascii="Liberation Serif" w:hAnsi="Liberation Serif"/>
          <w:sz w:val="28"/>
          <w:szCs w:val="28"/>
        </w:rPr>
        <w:t xml:space="preserve"> в части определения и передачи КМКУ «Служба единого заказчика»</w:t>
      </w:r>
      <w:r w:rsidR="00E3310F" w:rsidRPr="00D60175">
        <w:rPr>
          <w:rFonts w:ascii="Liberation Serif" w:hAnsi="Liberation Serif"/>
          <w:sz w:val="28"/>
          <w:szCs w:val="28"/>
        </w:rPr>
        <w:t>,</w:t>
      </w:r>
      <w:r w:rsidRPr="00D60175">
        <w:rPr>
          <w:rFonts w:ascii="Liberation Serif" w:hAnsi="Liberation Serif"/>
          <w:sz w:val="28"/>
          <w:szCs w:val="28"/>
        </w:rPr>
        <w:t xml:space="preserve"> </w:t>
      </w:r>
      <w:r w:rsidR="00A30D82" w:rsidRPr="00D60175">
        <w:rPr>
          <w:rFonts w:ascii="Liberation Serif" w:hAnsi="Liberation Serif"/>
          <w:sz w:val="28"/>
          <w:szCs w:val="28"/>
        </w:rPr>
        <w:t xml:space="preserve">на основании </w:t>
      </w:r>
      <w:r w:rsidR="00A30D82" w:rsidRPr="00D60175">
        <w:rPr>
          <w:rFonts w:ascii="Liberation Serif" w:hAnsi="Liberation Serif" w:cs="Liberation Serif"/>
          <w:bCs/>
          <w:sz w:val="28"/>
          <w:szCs w:val="28"/>
        </w:rPr>
        <w:t>п</w:t>
      </w:r>
      <w:r w:rsidR="00A30D82" w:rsidRPr="00D60175">
        <w:rPr>
          <w:rFonts w:ascii="Liberation Serif" w:hAnsi="Liberation Serif"/>
          <w:sz w:val="28"/>
          <w:szCs w:val="28"/>
        </w:rPr>
        <w:t>. 16</w:t>
      </w:r>
      <w:r w:rsidRPr="00D60175">
        <w:rPr>
          <w:rFonts w:ascii="Liberation Serif" w:hAnsi="Liberation Serif"/>
          <w:sz w:val="28"/>
          <w:szCs w:val="28"/>
        </w:rPr>
        <w:t xml:space="preserve"> </w:t>
      </w:r>
      <w:r w:rsidR="00A30D82" w:rsidRPr="00D60175">
        <w:rPr>
          <w:rFonts w:ascii="Liberation Serif" w:hAnsi="Liberation Serif"/>
          <w:sz w:val="28"/>
          <w:szCs w:val="28"/>
        </w:rPr>
        <w:t>Ф</w:t>
      </w:r>
      <w:r w:rsidRPr="00D60175">
        <w:rPr>
          <w:rFonts w:ascii="Liberation Serif" w:hAnsi="Liberation Serif"/>
          <w:sz w:val="28"/>
          <w:szCs w:val="28"/>
        </w:rPr>
        <w:t xml:space="preserve">едерального закона № 131-ФЗ от 06.10.2003г. «Об общих принципах организации </w:t>
      </w:r>
      <w:r w:rsidR="00C37E0C" w:rsidRPr="00D60175">
        <w:rPr>
          <w:rFonts w:ascii="Liberation Serif" w:hAnsi="Liberation Serif"/>
          <w:sz w:val="28"/>
          <w:szCs w:val="28"/>
        </w:rPr>
        <w:t>местного самоуправлени</w:t>
      </w:r>
      <w:r w:rsidR="00743BA4" w:rsidRPr="00D60175">
        <w:rPr>
          <w:rFonts w:ascii="Liberation Serif" w:hAnsi="Liberation Serif"/>
          <w:sz w:val="28"/>
          <w:szCs w:val="28"/>
        </w:rPr>
        <w:t xml:space="preserve">я в РФ», </w:t>
      </w:r>
      <w:r w:rsidR="00D60175" w:rsidRPr="00D60175">
        <w:rPr>
          <w:rFonts w:ascii="Liberation Serif" w:hAnsi="Liberation Serif"/>
          <w:sz w:val="28"/>
          <w:szCs w:val="28"/>
        </w:rPr>
        <w:t xml:space="preserve">Федерального закона N 33-ФЗ от 20.03.2025 «Об общих принципах организации местного самоуправления в единой системе публичной власти», Федерального закона </w:t>
      </w:r>
      <w:r w:rsidR="00743BA4" w:rsidRPr="00D60175">
        <w:rPr>
          <w:rFonts w:ascii="Liberation Serif" w:hAnsi="Liberation Serif"/>
          <w:sz w:val="28"/>
          <w:szCs w:val="28"/>
        </w:rPr>
        <w:t>№ 257-ФЗ от</w:t>
      </w:r>
      <w:r w:rsidR="004F40C9" w:rsidRPr="00D60175">
        <w:rPr>
          <w:rFonts w:ascii="Liberation Serif" w:hAnsi="Liberation Serif"/>
          <w:sz w:val="28"/>
          <w:szCs w:val="28"/>
        </w:rPr>
        <w:t xml:space="preserve"> </w:t>
      </w:r>
      <w:r w:rsidR="00743BA4" w:rsidRPr="00D60175">
        <w:rPr>
          <w:rFonts w:ascii="Liberation Serif" w:hAnsi="Liberation Serif"/>
          <w:sz w:val="28"/>
          <w:szCs w:val="28"/>
        </w:rPr>
        <w:t>08.11.2007 г.</w:t>
      </w:r>
      <w:r w:rsidR="004F40C9" w:rsidRPr="00D60175">
        <w:rPr>
          <w:rFonts w:ascii="Liberation Serif" w:hAnsi="Liberation Serif"/>
          <w:sz w:val="28"/>
          <w:szCs w:val="28"/>
        </w:rPr>
        <w:t xml:space="preserve"> </w:t>
      </w:r>
      <w:r w:rsidR="00743BA4" w:rsidRPr="00D60175">
        <w:rPr>
          <w:rFonts w:ascii="Liberation Serif" w:hAnsi="Liberation Serif"/>
          <w:sz w:val="28"/>
          <w:szCs w:val="28"/>
        </w:rPr>
        <w:t>«Об автомобильных дорогах и дорожной деятельности в Российской Федерации и о внесении</w:t>
      </w:r>
      <w:r w:rsidR="004F40C9" w:rsidRPr="00D60175">
        <w:rPr>
          <w:rFonts w:ascii="Liberation Serif" w:hAnsi="Liberation Serif"/>
          <w:sz w:val="28"/>
          <w:szCs w:val="28"/>
        </w:rPr>
        <w:t xml:space="preserve"> </w:t>
      </w:r>
      <w:r w:rsidR="00743BA4" w:rsidRPr="00D60175">
        <w:rPr>
          <w:rFonts w:ascii="Liberation Serif" w:hAnsi="Liberation Serif"/>
          <w:sz w:val="28"/>
          <w:szCs w:val="28"/>
        </w:rPr>
        <w:t>изменений в отдельные законодательные акты Российской Федерации»</w:t>
      </w:r>
      <w:r w:rsidR="004B5288" w:rsidRPr="00D60175">
        <w:rPr>
          <w:rFonts w:ascii="Liberation Serif" w:hAnsi="Liberation Serif"/>
          <w:sz w:val="28"/>
          <w:szCs w:val="28"/>
        </w:rPr>
        <w:t>,</w:t>
      </w:r>
      <w:r w:rsidR="00DC31BE" w:rsidRPr="00D60175">
        <w:rPr>
          <w:rFonts w:ascii="Liberation Serif" w:hAnsi="Liberation Serif"/>
          <w:sz w:val="28"/>
          <w:szCs w:val="28"/>
        </w:rPr>
        <w:t xml:space="preserve"> </w:t>
      </w:r>
      <w:r w:rsidRPr="00D60175">
        <w:rPr>
          <w:rFonts w:ascii="Liberation Serif" w:hAnsi="Liberation Serif"/>
          <w:sz w:val="28"/>
          <w:szCs w:val="28"/>
        </w:rPr>
        <w:t>руководствуясь ст. 28, 48 Устава городского округа Красноуфимск.</w:t>
      </w:r>
    </w:p>
    <w:p w14:paraId="2D911290" w14:textId="5FB25CF3" w:rsidR="00D30E11" w:rsidRDefault="005614D8" w:rsidP="00186FB7">
      <w:pPr>
        <w:jc w:val="both"/>
        <w:rPr>
          <w:rFonts w:ascii="Liberation Serif" w:hAnsi="Liberation Serif"/>
          <w:b/>
          <w:sz w:val="28"/>
          <w:szCs w:val="28"/>
        </w:rPr>
      </w:pPr>
      <w:r w:rsidRPr="00BE7CBE">
        <w:rPr>
          <w:rFonts w:ascii="Liberation Serif" w:hAnsi="Liberation Serif"/>
          <w:b/>
          <w:sz w:val="28"/>
          <w:szCs w:val="28"/>
        </w:rPr>
        <w:t>ПОСТАНОВЛЯЮ:</w:t>
      </w:r>
    </w:p>
    <w:p w14:paraId="3181DF94" w14:textId="4A4E8F3B" w:rsidR="00BE7CBE" w:rsidRDefault="004211E7" w:rsidP="004F40C9">
      <w:pPr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Утвердить </w:t>
      </w:r>
      <w:r w:rsidR="00644381">
        <w:rPr>
          <w:rFonts w:ascii="Liberation Serif" w:hAnsi="Liberation Serif"/>
          <w:sz w:val="28"/>
          <w:szCs w:val="28"/>
        </w:rPr>
        <w:t>Перечень автомобильных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644381">
        <w:rPr>
          <w:rFonts w:ascii="Liberation Serif" w:hAnsi="Liberation Serif"/>
          <w:sz w:val="28"/>
          <w:szCs w:val="28"/>
        </w:rPr>
        <w:t>дорог общего пользования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644381">
        <w:rPr>
          <w:rFonts w:ascii="Liberation Serif" w:hAnsi="Liberation Serif"/>
          <w:sz w:val="28"/>
          <w:szCs w:val="28"/>
        </w:rPr>
        <w:t>местного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644381">
        <w:rPr>
          <w:rFonts w:ascii="Liberation Serif" w:hAnsi="Liberation Serif"/>
          <w:sz w:val="28"/>
          <w:szCs w:val="28"/>
        </w:rPr>
        <w:t>значения, расположенных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644381">
        <w:rPr>
          <w:rFonts w:ascii="Liberation Serif" w:hAnsi="Liberation Serif"/>
          <w:sz w:val="28"/>
          <w:szCs w:val="28"/>
        </w:rPr>
        <w:t>на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644381">
        <w:rPr>
          <w:rFonts w:ascii="Liberation Serif" w:hAnsi="Liberation Serif"/>
          <w:sz w:val="28"/>
          <w:szCs w:val="28"/>
        </w:rPr>
        <w:t>территории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644381">
        <w:rPr>
          <w:rFonts w:ascii="Liberation Serif" w:hAnsi="Liberation Serif"/>
          <w:sz w:val="28"/>
          <w:szCs w:val="28"/>
        </w:rPr>
        <w:t>городского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644381">
        <w:rPr>
          <w:rFonts w:ascii="Liberation Serif" w:hAnsi="Liberation Serif"/>
          <w:sz w:val="28"/>
          <w:szCs w:val="28"/>
        </w:rPr>
        <w:t>округа Красноуфимск»</w:t>
      </w:r>
      <w:r>
        <w:rPr>
          <w:rFonts w:ascii="Liberation Serif" w:hAnsi="Liberation Serif"/>
          <w:sz w:val="28"/>
          <w:szCs w:val="28"/>
        </w:rPr>
        <w:t xml:space="preserve"> </w:t>
      </w:r>
      <w:r w:rsidR="00644381" w:rsidRPr="00E54E5E">
        <w:rPr>
          <w:rFonts w:ascii="Liberation Serif" w:hAnsi="Liberation Serif"/>
          <w:sz w:val="28"/>
          <w:szCs w:val="28"/>
        </w:rPr>
        <w:t>(</w:t>
      </w:r>
      <w:r w:rsidR="00644381">
        <w:rPr>
          <w:rFonts w:ascii="Liberation Serif" w:hAnsi="Liberation Serif"/>
          <w:sz w:val="28"/>
          <w:szCs w:val="28"/>
        </w:rPr>
        <w:t>приложение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644381">
        <w:rPr>
          <w:rFonts w:ascii="Liberation Serif" w:hAnsi="Liberation Serif"/>
          <w:sz w:val="28"/>
          <w:szCs w:val="28"/>
        </w:rPr>
        <w:t>№ 1).</w:t>
      </w:r>
      <w:r w:rsidR="004F40C9">
        <w:rPr>
          <w:rFonts w:ascii="Liberation Serif" w:hAnsi="Liberation Serif"/>
          <w:sz w:val="28"/>
          <w:szCs w:val="28"/>
        </w:rPr>
        <w:t xml:space="preserve"> </w:t>
      </w:r>
    </w:p>
    <w:p w14:paraId="087F069C" w14:textId="77777777" w:rsidR="004211E7" w:rsidRDefault="004211E7" w:rsidP="004F40C9">
      <w:pPr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Считать утратившим силу:</w:t>
      </w:r>
    </w:p>
    <w:p w14:paraId="42D9AA6B" w14:textId="3E06EF69" w:rsidR="004211E7" w:rsidRDefault="004211E7" w:rsidP="004211E7">
      <w:pPr>
        <w:numPr>
          <w:ilvl w:val="1"/>
          <w:numId w:val="3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 Администрации ГО Красноуфимск от 16.02.2023 г. №150;</w:t>
      </w:r>
    </w:p>
    <w:p w14:paraId="116A05DC" w14:textId="5CA14E54" w:rsidR="004211E7" w:rsidRDefault="004211E7" w:rsidP="004211E7">
      <w:pPr>
        <w:numPr>
          <w:ilvl w:val="1"/>
          <w:numId w:val="3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 Главы ГО Красноуфимск от 15.04.2024 г. №344;</w:t>
      </w:r>
    </w:p>
    <w:p w14:paraId="3346D8DD" w14:textId="6E415FFE" w:rsidR="004211E7" w:rsidRDefault="004211E7" w:rsidP="004211E7">
      <w:pPr>
        <w:numPr>
          <w:ilvl w:val="1"/>
          <w:numId w:val="3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 Администрации ГО Красноуфимск от 29.05.2024 г. №509;</w:t>
      </w:r>
    </w:p>
    <w:p w14:paraId="19E59EE8" w14:textId="5D0C7401" w:rsidR="004211E7" w:rsidRDefault="004211E7" w:rsidP="004211E7">
      <w:pPr>
        <w:numPr>
          <w:ilvl w:val="1"/>
          <w:numId w:val="3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 Главы ГО Красноуфимск от 22.11.2024 г. №1170</w:t>
      </w:r>
    </w:p>
    <w:p w14:paraId="0CB5830C" w14:textId="2C188F75" w:rsidR="004211E7" w:rsidRDefault="004211E7" w:rsidP="004211E7">
      <w:pPr>
        <w:numPr>
          <w:ilvl w:val="1"/>
          <w:numId w:val="3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 Главы ГО Красноуфимск от 20.01.2025 №22</w:t>
      </w:r>
      <w:r w:rsidR="009A7F1E">
        <w:rPr>
          <w:rFonts w:ascii="Liberation Serif" w:hAnsi="Liberation Serif"/>
          <w:sz w:val="28"/>
          <w:szCs w:val="28"/>
        </w:rPr>
        <w:t>;</w:t>
      </w:r>
    </w:p>
    <w:p w14:paraId="454441B6" w14:textId="23E09BED" w:rsidR="009A7F1E" w:rsidRDefault="009A7F1E" w:rsidP="004211E7">
      <w:pPr>
        <w:numPr>
          <w:ilvl w:val="1"/>
          <w:numId w:val="3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 Главы ГО Красноуфимск от 08.09.2025 г. №829;</w:t>
      </w:r>
    </w:p>
    <w:p w14:paraId="7ACA95DB" w14:textId="5CF3994E" w:rsidR="009A7F1E" w:rsidRPr="00644381" w:rsidRDefault="009A7F1E" w:rsidP="004211E7">
      <w:pPr>
        <w:numPr>
          <w:ilvl w:val="1"/>
          <w:numId w:val="3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 Главы ГО Красноуфимск от 01.10.2025 г. №904.</w:t>
      </w:r>
    </w:p>
    <w:p w14:paraId="457CADE8" w14:textId="77777777" w:rsidR="004211E7" w:rsidRDefault="00B23942" w:rsidP="004211E7">
      <w:pPr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8"/>
          <w:szCs w:val="28"/>
        </w:rPr>
      </w:pPr>
      <w:r w:rsidRPr="00B23942">
        <w:rPr>
          <w:rFonts w:ascii="Liberation Serif" w:hAnsi="Liberation Serif"/>
          <w:sz w:val="28"/>
          <w:szCs w:val="28"/>
        </w:rPr>
        <w:t>Настоящее постановление опубликовать в официальном печатном издании «Вестник городского округа Красноуфимск» и разместить на официальном сайте администрации городского округа Красноуфимск в телекоммуникационной сети «Интернет».</w:t>
      </w:r>
      <w:r w:rsidR="004211E7" w:rsidRPr="004211E7">
        <w:rPr>
          <w:rFonts w:ascii="Liberation Serif" w:hAnsi="Liberation Serif"/>
          <w:sz w:val="28"/>
          <w:szCs w:val="28"/>
        </w:rPr>
        <w:t xml:space="preserve"> </w:t>
      </w:r>
    </w:p>
    <w:p w14:paraId="1180EF7D" w14:textId="238BCE79" w:rsidR="004211E7" w:rsidRDefault="004211E7" w:rsidP="004211E7">
      <w:pPr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Настоящее постановление вступает в силу с момента опубликования.</w:t>
      </w:r>
    </w:p>
    <w:p w14:paraId="1893A683" w14:textId="0D83400C" w:rsidR="000D74A6" w:rsidRDefault="000D74A6" w:rsidP="004F40C9">
      <w:pPr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8"/>
          <w:szCs w:val="28"/>
        </w:rPr>
      </w:pPr>
      <w:r w:rsidRPr="00BE7CBE">
        <w:rPr>
          <w:rFonts w:ascii="Liberation Serif" w:hAnsi="Liberation Serif"/>
          <w:sz w:val="28"/>
          <w:szCs w:val="28"/>
        </w:rPr>
        <w:t>Контроль за вы</w:t>
      </w:r>
      <w:r w:rsidR="008A7906" w:rsidRPr="00BE7CBE">
        <w:rPr>
          <w:rFonts w:ascii="Liberation Serif" w:hAnsi="Liberation Serif"/>
          <w:sz w:val="28"/>
          <w:szCs w:val="28"/>
        </w:rPr>
        <w:t>полнением настоящего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8A7906" w:rsidRPr="00BE7CBE">
        <w:rPr>
          <w:rFonts w:ascii="Liberation Serif" w:hAnsi="Liberation Serif"/>
          <w:sz w:val="28"/>
          <w:szCs w:val="28"/>
        </w:rPr>
        <w:t>постановл</w:t>
      </w:r>
      <w:r w:rsidRPr="00BE7CBE">
        <w:rPr>
          <w:rFonts w:ascii="Liberation Serif" w:hAnsi="Liberation Serif"/>
          <w:sz w:val="28"/>
          <w:szCs w:val="28"/>
        </w:rPr>
        <w:t>ения возложить на</w:t>
      </w:r>
      <w:r w:rsidR="00DC31BE">
        <w:rPr>
          <w:rFonts w:ascii="Liberation Serif" w:hAnsi="Liberation Serif"/>
          <w:sz w:val="28"/>
          <w:szCs w:val="28"/>
        </w:rPr>
        <w:t xml:space="preserve"> первого </w:t>
      </w:r>
      <w:r w:rsidRPr="00BE7CBE">
        <w:rPr>
          <w:rFonts w:ascii="Liberation Serif" w:hAnsi="Liberation Serif"/>
          <w:sz w:val="28"/>
          <w:szCs w:val="28"/>
        </w:rPr>
        <w:t>заместителя Главы городского округа Красноуфимск</w:t>
      </w:r>
      <w:r w:rsidR="000A43C2">
        <w:rPr>
          <w:rFonts w:ascii="Liberation Serif" w:hAnsi="Liberation Serif"/>
          <w:sz w:val="28"/>
          <w:szCs w:val="28"/>
        </w:rPr>
        <w:t>, заместителя Главы</w:t>
      </w:r>
      <w:r w:rsidRPr="00BE7CBE">
        <w:rPr>
          <w:rFonts w:ascii="Liberation Serif" w:hAnsi="Liberation Serif"/>
          <w:sz w:val="28"/>
          <w:szCs w:val="28"/>
        </w:rPr>
        <w:t xml:space="preserve"> по</w:t>
      </w:r>
      <w:r w:rsidR="00624A3E" w:rsidRPr="00BE7CBE">
        <w:rPr>
          <w:rFonts w:ascii="Liberation Serif" w:hAnsi="Liberation Serif"/>
          <w:sz w:val="28"/>
          <w:szCs w:val="28"/>
        </w:rPr>
        <w:t xml:space="preserve"> городскому</w:t>
      </w:r>
      <w:r w:rsidR="004F40C9">
        <w:rPr>
          <w:rFonts w:ascii="Liberation Serif" w:hAnsi="Liberation Serif"/>
          <w:sz w:val="28"/>
          <w:szCs w:val="28"/>
        </w:rPr>
        <w:t xml:space="preserve"> </w:t>
      </w:r>
      <w:r w:rsidR="00624A3E" w:rsidRPr="00BE7CBE">
        <w:rPr>
          <w:rFonts w:ascii="Liberation Serif" w:hAnsi="Liberation Serif"/>
          <w:sz w:val="28"/>
          <w:szCs w:val="28"/>
        </w:rPr>
        <w:t>хозяйству</w:t>
      </w:r>
      <w:r w:rsidR="00EC0B32">
        <w:rPr>
          <w:rFonts w:ascii="Liberation Serif" w:hAnsi="Liberation Serif"/>
          <w:sz w:val="28"/>
          <w:szCs w:val="28"/>
        </w:rPr>
        <w:t xml:space="preserve"> Е.Н. Антипину.</w:t>
      </w:r>
    </w:p>
    <w:p w14:paraId="55D46B5A" w14:textId="77777777" w:rsidR="004F40C9" w:rsidRDefault="004F40C9" w:rsidP="00644381">
      <w:pPr>
        <w:tabs>
          <w:tab w:val="left" w:pos="4005"/>
        </w:tabs>
        <w:jc w:val="both"/>
        <w:rPr>
          <w:rFonts w:ascii="Liberation Serif" w:hAnsi="Liberation Serif"/>
          <w:sz w:val="28"/>
          <w:szCs w:val="28"/>
        </w:rPr>
      </w:pPr>
    </w:p>
    <w:p w14:paraId="78BAED4E" w14:textId="77777777" w:rsidR="009A7F1E" w:rsidRDefault="009A7F1E" w:rsidP="009A7F1E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14:paraId="362EBD7A" w14:textId="77777777" w:rsidR="009A7F1E" w:rsidRPr="001A03B8" w:rsidRDefault="009A7F1E" w:rsidP="009A7F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городского округа Красноуфимск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Ю.С. Ладейщиков</w:t>
      </w:r>
    </w:p>
    <w:p w14:paraId="01ACC5D0" w14:textId="77777777" w:rsidR="009A7F1E" w:rsidRDefault="009A7F1E" w:rsidP="009A7F1E">
      <w:pPr>
        <w:jc w:val="both"/>
        <w:rPr>
          <w:rFonts w:ascii="Liberation Serif" w:hAnsi="Liberation Serif" w:cs="Liberation Serif"/>
        </w:rPr>
      </w:pPr>
      <w:hyperlink r:id="rId6" w:history="1"/>
    </w:p>
    <w:p w14:paraId="19ABBF20" w14:textId="77777777" w:rsidR="001C1042" w:rsidRDefault="001C1042" w:rsidP="001D7278">
      <w:pPr>
        <w:jc w:val="right"/>
        <w:rPr>
          <w:sz w:val="28"/>
          <w:szCs w:val="28"/>
        </w:rPr>
      </w:pPr>
    </w:p>
    <w:sectPr w:rsidR="001C1042" w:rsidSect="00ED5599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03489"/>
    <w:multiLevelType w:val="multilevel"/>
    <w:tmpl w:val="B7A48758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90" w:hanging="2160"/>
      </w:pPr>
      <w:rPr>
        <w:rFonts w:hint="default"/>
      </w:rPr>
    </w:lvl>
  </w:abstractNum>
  <w:abstractNum w:abstractNumId="1" w15:restartNumberingAfterBreak="0">
    <w:nsid w:val="4E252727"/>
    <w:multiLevelType w:val="multilevel"/>
    <w:tmpl w:val="6B96B478"/>
    <w:lvl w:ilvl="0">
      <w:start w:val="1"/>
      <w:numFmt w:val="decimal"/>
      <w:lvlText w:val="%1."/>
      <w:lvlJc w:val="left"/>
      <w:pPr>
        <w:ind w:left="293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18" w:hanging="2160"/>
      </w:pPr>
      <w:rPr>
        <w:rFonts w:hint="default"/>
      </w:rPr>
    </w:lvl>
  </w:abstractNum>
  <w:abstractNum w:abstractNumId="2" w15:restartNumberingAfterBreak="0">
    <w:nsid w:val="60A56187"/>
    <w:multiLevelType w:val="multilevel"/>
    <w:tmpl w:val="A40846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436095482">
    <w:abstractNumId w:val="0"/>
  </w:num>
  <w:num w:numId="2" w16cid:durableId="1070422317">
    <w:abstractNumId w:val="1"/>
  </w:num>
  <w:num w:numId="3" w16cid:durableId="1551259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0821"/>
    <w:rsid w:val="00000B09"/>
    <w:rsid w:val="0000208C"/>
    <w:rsid w:val="00011EE8"/>
    <w:rsid w:val="00016484"/>
    <w:rsid w:val="000178A1"/>
    <w:rsid w:val="00030C17"/>
    <w:rsid w:val="00043B52"/>
    <w:rsid w:val="00046D81"/>
    <w:rsid w:val="00051511"/>
    <w:rsid w:val="00064ABD"/>
    <w:rsid w:val="00064D51"/>
    <w:rsid w:val="00072F2E"/>
    <w:rsid w:val="00084014"/>
    <w:rsid w:val="00093182"/>
    <w:rsid w:val="00095C07"/>
    <w:rsid w:val="000A016F"/>
    <w:rsid w:val="000A02FD"/>
    <w:rsid w:val="000A43C2"/>
    <w:rsid w:val="000A5B11"/>
    <w:rsid w:val="000C2875"/>
    <w:rsid w:val="000C558A"/>
    <w:rsid w:val="000D74A6"/>
    <w:rsid w:val="000E2528"/>
    <w:rsid w:val="000F1E1B"/>
    <w:rsid w:val="000F5FA2"/>
    <w:rsid w:val="00103785"/>
    <w:rsid w:val="00113FFA"/>
    <w:rsid w:val="00116343"/>
    <w:rsid w:val="00135D4B"/>
    <w:rsid w:val="00141B33"/>
    <w:rsid w:val="00144907"/>
    <w:rsid w:val="00145FE1"/>
    <w:rsid w:val="00146F04"/>
    <w:rsid w:val="00166D37"/>
    <w:rsid w:val="001671E0"/>
    <w:rsid w:val="00171E6A"/>
    <w:rsid w:val="001820EC"/>
    <w:rsid w:val="001820F3"/>
    <w:rsid w:val="00184255"/>
    <w:rsid w:val="00186FB7"/>
    <w:rsid w:val="00193A64"/>
    <w:rsid w:val="001A08D5"/>
    <w:rsid w:val="001A1FEA"/>
    <w:rsid w:val="001A76E4"/>
    <w:rsid w:val="001B7CE1"/>
    <w:rsid w:val="001B7DBA"/>
    <w:rsid w:val="001C1042"/>
    <w:rsid w:val="001C7926"/>
    <w:rsid w:val="001D1F26"/>
    <w:rsid w:val="001D2FE5"/>
    <w:rsid w:val="001D7278"/>
    <w:rsid w:val="001F340C"/>
    <w:rsid w:val="001F5009"/>
    <w:rsid w:val="00213264"/>
    <w:rsid w:val="00220821"/>
    <w:rsid w:val="00223541"/>
    <w:rsid w:val="00225FBE"/>
    <w:rsid w:val="00230F9A"/>
    <w:rsid w:val="00240BC4"/>
    <w:rsid w:val="00247BFB"/>
    <w:rsid w:val="002619A3"/>
    <w:rsid w:val="00263CB7"/>
    <w:rsid w:val="00266C99"/>
    <w:rsid w:val="0026729C"/>
    <w:rsid w:val="002702FF"/>
    <w:rsid w:val="00270C6C"/>
    <w:rsid w:val="00280B84"/>
    <w:rsid w:val="00282487"/>
    <w:rsid w:val="00290240"/>
    <w:rsid w:val="0029223C"/>
    <w:rsid w:val="002C0B69"/>
    <w:rsid w:val="002C29F0"/>
    <w:rsid w:val="002C6A9E"/>
    <w:rsid w:val="002E2D66"/>
    <w:rsid w:val="002F16C9"/>
    <w:rsid w:val="002F343F"/>
    <w:rsid w:val="002F76F9"/>
    <w:rsid w:val="00305906"/>
    <w:rsid w:val="00315476"/>
    <w:rsid w:val="00322BD7"/>
    <w:rsid w:val="00323826"/>
    <w:rsid w:val="003366A7"/>
    <w:rsid w:val="00341DA7"/>
    <w:rsid w:val="00346C2A"/>
    <w:rsid w:val="00346CC5"/>
    <w:rsid w:val="00352DF1"/>
    <w:rsid w:val="00357962"/>
    <w:rsid w:val="0036627E"/>
    <w:rsid w:val="003738A7"/>
    <w:rsid w:val="00380852"/>
    <w:rsid w:val="00380F97"/>
    <w:rsid w:val="003817D3"/>
    <w:rsid w:val="00383379"/>
    <w:rsid w:val="0038728B"/>
    <w:rsid w:val="00387492"/>
    <w:rsid w:val="00395361"/>
    <w:rsid w:val="0039691F"/>
    <w:rsid w:val="003A22C3"/>
    <w:rsid w:val="003D3985"/>
    <w:rsid w:val="003D75AA"/>
    <w:rsid w:val="003E05C9"/>
    <w:rsid w:val="003E0790"/>
    <w:rsid w:val="003E4557"/>
    <w:rsid w:val="003F351B"/>
    <w:rsid w:val="00403C59"/>
    <w:rsid w:val="00415999"/>
    <w:rsid w:val="004211E7"/>
    <w:rsid w:val="00431104"/>
    <w:rsid w:val="00436460"/>
    <w:rsid w:val="00437283"/>
    <w:rsid w:val="0044097E"/>
    <w:rsid w:val="0045083F"/>
    <w:rsid w:val="00457A2D"/>
    <w:rsid w:val="00457F6E"/>
    <w:rsid w:val="00461A29"/>
    <w:rsid w:val="004643B4"/>
    <w:rsid w:val="004657D6"/>
    <w:rsid w:val="00490BBB"/>
    <w:rsid w:val="00491098"/>
    <w:rsid w:val="00493F05"/>
    <w:rsid w:val="004A5C1F"/>
    <w:rsid w:val="004A6738"/>
    <w:rsid w:val="004B5288"/>
    <w:rsid w:val="004B5F9F"/>
    <w:rsid w:val="004B6F59"/>
    <w:rsid w:val="004C5465"/>
    <w:rsid w:val="004D2B84"/>
    <w:rsid w:val="004D4C6A"/>
    <w:rsid w:val="004E3BB5"/>
    <w:rsid w:val="004F3718"/>
    <w:rsid w:val="004F40C9"/>
    <w:rsid w:val="005017C4"/>
    <w:rsid w:val="00502B55"/>
    <w:rsid w:val="00505768"/>
    <w:rsid w:val="005137A3"/>
    <w:rsid w:val="00517030"/>
    <w:rsid w:val="00526B45"/>
    <w:rsid w:val="0052768D"/>
    <w:rsid w:val="00533859"/>
    <w:rsid w:val="005376DC"/>
    <w:rsid w:val="0055592C"/>
    <w:rsid w:val="005614D8"/>
    <w:rsid w:val="005625D5"/>
    <w:rsid w:val="00563F9C"/>
    <w:rsid w:val="00567070"/>
    <w:rsid w:val="005671F8"/>
    <w:rsid w:val="00581465"/>
    <w:rsid w:val="0058449E"/>
    <w:rsid w:val="00592FE3"/>
    <w:rsid w:val="005952FA"/>
    <w:rsid w:val="005A1826"/>
    <w:rsid w:val="005A1F2E"/>
    <w:rsid w:val="005A5E6A"/>
    <w:rsid w:val="005B4643"/>
    <w:rsid w:val="005C12D5"/>
    <w:rsid w:val="005D247F"/>
    <w:rsid w:val="005D527B"/>
    <w:rsid w:val="005F21B3"/>
    <w:rsid w:val="005F350A"/>
    <w:rsid w:val="006043CE"/>
    <w:rsid w:val="0061088C"/>
    <w:rsid w:val="00611218"/>
    <w:rsid w:val="00611ACF"/>
    <w:rsid w:val="00624A3E"/>
    <w:rsid w:val="0063422E"/>
    <w:rsid w:val="006346A1"/>
    <w:rsid w:val="00644381"/>
    <w:rsid w:val="00645752"/>
    <w:rsid w:val="006504E0"/>
    <w:rsid w:val="00653041"/>
    <w:rsid w:val="00653CDF"/>
    <w:rsid w:val="006859BD"/>
    <w:rsid w:val="006861FE"/>
    <w:rsid w:val="00687BAD"/>
    <w:rsid w:val="00691656"/>
    <w:rsid w:val="00693E84"/>
    <w:rsid w:val="006957C8"/>
    <w:rsid w:val="006B345C"/>
    <w:rsid w:val="006C1BDE"/>
    <w:rsid w:val="006D2A32"/>
    <w:rsid w:val="006E398B"/>
    <w:rsid w:val="006E5EF3"/>
    <w:rsid w:val="006F07F9"/>
    <w:rsid w:val="00704921"/>
    <w:rsid w:val="00704B21"/>
    <w:rsid w:val="00704C91"/>
    <w:rsid w:val="00705EF5"/>
    <w:rsid w:val="00732E4F"/>
    <w:rsid w:val="00743BA4"/>
    <w:rsid w:val="00747622"/>
    <w:rsid w:val="00757659"/>
    <w:rsid w:val="00766F6E"/>
    <w:rsid w:val="007729A2"/>
    <w:rsid w:val="00777AC2"/>
    <w:rsid w:val="00783FEE"/>
    <w:rsid w:val="007947C8"/>
    <w:rsid w:val="007A3982"/>
    <w:rsid w:val="007B709B"/>
    <w:rsid w:val="007B7E40"/>
    <w:rsid w:val="007C1CB4"/>
    <w:rsid w:val="007C49A9"/>
    <w:rsid w:val="007D2F61"/>
    <w:rsid w:val="007D5EDB"/>
    <w:rsid w:val="007E19E1"/>
    <w:rsid w:val="007E4BED"/>
    <w:rsid w:val="007F38C3"/>
    <w:rsid w:val="00802078"/>
    <w:rsid w:val="00811C28"/>
    <w:rsid w:val="0081676D"/>
    <w:rsid w:val="0083256D"/>
    <w:rsid w:val="00866285"/>
    <w:rsid w:val="00867200"/>
    <w:rsid w:val="0087116D"/>
    <w:rsid w:val="00877A36"/>
    <w:rsid w:val="008821EC"/>
    <w:rsid w:val="00883655"/>
    <w:rsid w:val="00891462"/>
    <w:rsid w:val="00895C34"/>
    <w:rsid w:val="008A2E5E"/>
    <w:rsid w:val="008A6CCF"/>
    <w:rsid w:val="008A7906"/>
    <w:rsid w:val="008B2C9E"/>
    <w:rsid w:val="008B4659"/>
    <w:rsid w:val="008B7D16"/>
    <w:rsid w:val="008C4368"/>
    <w:rsid w:val="008C7D4D"/>
    <w:rsid w:val="008E3B85"/>
    <w:rsid w:val="008E6EE7"/>
    <w:rsid w:val="009039D8"/>
    <w:rsid w:val="009127C4"/>
    <w:rsid w:val="00912BBE"/>
    <w:rsid w:val="009142CA"/>
    <w:rsid w:val="00914CCF"/>
    <w:rsid w:val="00917AB6"/>
    <w:rsid w:val="00923B88"/>
    <w:rsid w:val="00927416"/>
    <w:rsid w:val="009333DC"/>
    <w:rsid w:val="0093525D"/>
    <w:rsid w:val="00935B28"/>
    <w:rsid w:val="00940DFC"/>
    <w:rsid w:val="00943246"/>
    <w:rsid w:val="009501B8"/>
    <w:rsid w:val="00961843"/>
    <w:rsid w:val="00971B22"/>
    <w:rsid w:val="00992F0B"/>
    <w:rsid w:val="0099351C"/>
    <w:rsid w:val="009A01EB"/>
    <w:rsid w:val="009A289F"/>
    <w:rsid w:val="009A7B63"/>
    <w:rsid w:val="009A7F1E"/>
    <w:rsid w:val="009C6C9C"/>
    <w:rsid w:val="009D2C67"/>
    <w:rsid w:val="009D4123"/>
    <w:rsid w:val="00A06FE6"/>
    <w:rsid w:val="00A11118"/>
    <w:rsid w:val="00A14CB1"/>
    <w:rsid w:val="00A24A04"/>
    <w:rsid w:val="00A254A5"/>
    <w:rsid w:val="00A30D82"/>
    <w:rsid w:val="00A3483E"/>
    <w:rsid w:val="00A358F8"/>
    <w:rsid w:val="00A4431E"/>
    <w:rsid w:val="00A46033"/>
    <w:rsid w:val="00A55E5D"/>
    <w:rsid w:val="00A578C1"/>
    <w:rsid w:val="00A62193"/>
    <w:rsid w:val="00A62591"/>
    <w:rsid w:val="00A73333"/>
    <w:rsid w:val="00A8543F"/>
    <w:rsid w:val="00A86EDE"/>
    <w:rsid w:val="00A87BC4"/>
    <w:rsid w:val="00A93B84"/>
    <w:rsid w:val="00AA3F34"/>
    <w:rsid w:val="00AA52A0"/>
    <w:rsid w:val="00AB22AE"/>
    <w:rsid w:val="00AB46DF"/>
    <w:rsid w:val="00AC3DBF"/>
    <w:rsid w:val="00AD1D96"/>
    <w:rsid w:val="00AD396F"/>
    <w:rsid w:val="00AE0401"/>
    <w:rsid w:val="00AE3F4F"/>
    <w:rsid w:val="00AF0B37"/>
    <w:rsid w:val="00B16B9C"/>
    <w:rsid w:val="00B23942"/>
    <w:rsid w:val="00B35FF9"/>
    <w:rsid w:val="00B367A5"/>
    <w:rsid w:val="00B614C0"/>
    <w:rsid w:val="00B65FD6"/>
    <w:rsid w:val="00B74A0E"/>
    <w:rsid w:val="00B822B0"/>
    <w:rsid w:val="00B97935"/>
    <w:rsid w:val="00BA3DC2"/>
    <w:rsid w:val="00BA73AF"/>
    <w:rsid w:val="00BB0B79"/>
    <w:rsid w:val="00BB6C3A"/>
    <w:rsid w:val="00BC2C30"/>
    <w:rsid w:val="00BC7C5E"/>
    <w:rsid w:val="00BD3BBE"/>
    <w:rsid w:val="00BE28E3"/>
    <w:rsid w:val="00BE49EF"/>
    <w:rsid w:val="00BE7CBE"/>
    <w:rsid w:val="00BF7787"/>
    <w:rsid w:val="00C01D54"/>
    <w:rsid w:val="00C0671F"/>
    <w:rsid w:val="00C21836"/>
    <w:rsid w:val="00C24275"/>
    <w:rsid w:val="00C3110B"/>
    <w:rsid w:val="00C37E0C"/>
    <w:rsid w:val="00C40114"/>
    <w:rsid w:val="00C45107"/>
    <w:rsid w:val="00C46DFD"/>
    <w:rsid w:val="00C63F11"/>
    <w:rsid w:val="00C76652"/>
    <w:rsid w:val="00C8141F"/>
    <w:rsid w:val="00C87D3E"/>
    <w:rsid w:val="00CC5BF6"/>
    <w:rsid w:val="00CC60EC"/>
    <w:rsid w:val="00CC6486"/>
    <w:rsid w:val="00CC761D"/>
    <w:rsid w:val="00CD2FED"/>
    <w:rsid w:val="00CE21A5"/>
    <w:rsid w:val="00CE4485"/>
    <w:rsid w:val="00CF0FF4"/>
    <w:rsid w:val="00CF4B99"/>
    <w:rsid w:val="00CF6AA8"/>
    <w:rsid w:val="00D00F4F"/>
    <w:rsid w:val="00D126F0"/>
    <w:rsid w:val="00D13DC3"/>
    <w:rsid w:val="00D13F14"/>
    <w:rsid w:val="00D14FC0"/>
    <w:rsid w:val="00D17187"/>
    <w:rsid w:val="00D30E11"/>
    <w:rsid w:val="00D35975"/>
    <w:rsid w:val="00D41E40"/>
    <w:rsid w:val="00D529F0"/>
    <w:rsid w:val="00D532AF"/>
    <w:rsid w:val="00D545D2"/>
    <w:rsid w:val="00D60175"/>
    <w:rsid w:val="00D67D9D"/>
    <w:rsid w:val="00D863B9"/>
    <w:rsid w:val="00D87A9F"/>
    <w:rsid w:val="00D94D57"/>
    <w:rsid w:val="00D95C1A"/>
    <w:rsid w:val="00DA28D8"/>
    <w:rsid w:val="00DA30A0"/>
    <w:rsid w:val="00DA63DA"/>
    <w:rsid w:val="00DB201A"/>
    <w:rsid w:val="00DB3804"/>
    <w:rsid w:val="00DC31BE"/>
    <w:rsid w:val="00E11615"/>
    <w:rsid w:val="00E13010"/>
    <w:rsid w:val="00E152AD"/>
    <w:rsid w:val="00E165BD"/>
    <w:rsid w:val="00E2030A"/>
    <w:rsid w:val="00E2412F"/>
    <w:rsid w:val="00E318AB"/>
    <w:rsid w:val="00E3310F"/>
    <w:rsid w:val="00E42529"/>
    <w:rsid w:val="00E54E5E"/>
    <w:rsid w:val="00E552AC"/>
    <w:rsid w:val="00E61961"/>
    <w:rsid w:val="00E637A5"/>
    <w:rsid w:val="00E771F5"/>
    <w:rsid w:val="00E80D22"/>
    <w:rsid w:val="00E91298"/>
    <w:rsid w:val="00E938AE"/>
    <w:rsid w:val="00EC0B32"/>
    <w:rsid w:val="00EC1EB7"/>
    <w:rsid w:val="00EC1FBD"/>
    <w:rsid w:val="00EC60E9"/>
    <w:rsid w:val="00EC7232"/>
    <w:rsid w:val="00ED0A9F"/>
    <w:rsid w:val="00ED5089"/>
    <w:rsid w:val="00ED5599"/>
    <w:rsid w:val="00EE7A18"/>
    <w:rsid w:val="00EF1DB8"/>
    <w:rsid w:val="00F262FC"/>
    <w:rsid w:val="00F266E4"/>
    <w:rsid w:val="00F26DE2"/>
    <w:rsid w:val="00F3652A"/>
    <w:rsid w:val="00F374F6"/>
    <w:rsid w:val="00F41092"/>
    <w:rsid w:val="00F43CCE"/>
    <w:rsid w:val="00F45066"/>
    <w:rsid w:val="00F52A04"/>
    <w:rsid w:val="00F71158"/>
    <w:rsid w:val="00F759D4"/>
    <w:rsid w:val="00F972CD"/>
    <w:rsid w:val="00FA1419"/>
    <w:rsid w:val="00FC1BAB"/>
    <w:rsid w:val="00FC276A"/>
    <w:rsid w:val="00FC2F4E"/>
    <w:rsid w:val="00FD1299"/>
    <w:rsid w:val="00FD77B9"/>
    <w:rsid w:val="00FE2A34"/>
    <w:rsid w:val="00FE7494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70AFDD6"/>
  <w15:docId w15:val="{66FFBB1E-81E8-4456-8B59-8005F502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F1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E448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semiHidden/>
    <w:rsid w:val="00CE4485"/>
    <w:rPr>
      <w:rFonts w:ascii="Segoe UI" w:hAnsi="Segoe UI" w:cs="Segoe UI"/>
      <w:sz w:val="18"/>
      <w:szCs w:val="18"/>
    </w:rPr>
  </w:style>
  <w:style w:type="character" w:styleId="a5">
    <w:name w:val="Hyperlink"/>
    <w:rsid w:val="001C1042"/>
    <w:rPr>
      <w:color w:val="000080"/>
      <w:u w:val="single"/>
    </w:rPr>
  </w:style>
  <w:style w:type="paragraph" w:customStyle="1" w:styleId="21">
    <w:name w:val="Основной текст 21"/>
    <w:basedOn w:val="a"/>
    <w:rsid w:val="001C1042"/>
    <w:pPr>
      <w:suppressAutoHyphens/>
      <w:autoSpaceDN/>
      <w:adjustRightInd/>
      <w:spacing w:after="120" w:line="480" w:lineRule="auto"/>
    </w:pPr>
    <w:rPr>
      <w:lang w:eastAsia="zh-CN"/>
    </w:rPr>
  </w:style>
  <w:style w:type="paragraph" w:customStyle="1" w:styleId="ConsPlusNormal">
    <w:name w:val="ConsPlusNormal"/>
    <w:rsid w:val="001C104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1C1042"/>
    <w:pPr>
      <w:widowControl w:val="0"/>
      <w:suppressAutoHyphens/>
      <w:autoSpaceDE w:val="0"/>
    </w:pPr>
    <w:rPr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8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8D87837EB155B886D584EDCA0D7E74CA6BC3D649AB1E6266F332F4AF4B7B24378B7F8386EF8DA59D53E2D85BD9BC76CEBE3F38AD73C7B9Z7jF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6;&#1103;&#1079;&#1072;&#1085;&#1086;&#1074;%20&#1044;%20&#1042;\Documents\&#1052;&#1086;&#1103;%20&#1088;&#1072;&#1073;&#1086;&#1090;&#1072;\&#1087;&#1086;&#1089;&#1090;&#1072;&#1085;&#1086;&#1074;&#1083;&#1077;&#1085;&#1080;&#1103;\&#1055;&#1086;&#1089;&#1090;&#1072;&#1085;&#1086;&#1074;&#1083;&#1077;&#1085;&#1080;&#1103;%20&#1080;%20%20&#1088;&#1072;&#1089;&#1087;&#1086;&#1088;&#1103;&#1078;&#1077;&#1085;&#1080;&#1103;%20%202014%20&#1075;&#1086;&#1076;\&#1056;&#1072;&#1089;&#1087;&#1086;&#1088;&#1103;&#1078;&#1077;&#1085;&#1080;&#1077;%20&#1075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главы.dot</Template>
  <TotalTime>5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 Д В</dc:creator>
  <cp:lastModifiedBy>IT</cp:lastModifiedBy>
  <cp:revision>6</cp:revision>
  <cp:lastPrinted>2025-12-03T07:24:00Z</cp:lastPrinted>
  <dcterms:created xsi:type="dcterms:W3CDTF">2025-12-03T04:54:00Z</dcterms:created>
  <dcterms:modified xsi:type="dcterms:W3CDTF">2025-12-04T10:57:00Z</dcterms:modified>
</cp:coreProperties>
</file>